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BC6275F-A998-4482-B921-6C41F0210AB1}"/>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